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>
      <w:bookmarkStart w:id="0" w:name="_GoBack"/>
      <w:bookmarkEnd w:id="0"/>
    </w:p>
    <w:p w:rsidR="00EA57F0" w:rsidRPr="00AC23A3" w:rsidRDefault="00AC23A3" w:rsidP="00AC23A3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C23A3">
        <w:rPr>
          <w:rFonts w:ascii="Arial" w:eastAsia="Times New Roman" w:hAnsi="Arial" w:cs="Arial"/>
          <w:b/>
          <w:sz w:val="24"/>
          <w:szCs w:val="24"/>
        </w:rPr>
        <w:t xml:space="preserve">Anexa </w:t>
      </w:r>
      <w:r w:rsidR="0024193D">
        <w:rPr>
          <w:rFonts w:ascii="Arial" w:eastAsia="Times New Roman" w:hAnsi="Arial" w:cs="Arial"/>
          <w:b/>
          <w:sz w:val="24"/>
          <w:szCs w:val="24"/>
        </w:rPr>
        <w:t>8</w:t>
      </w:r>
      <w:r w:rsidR="00E83BAA">
        <w:rPr>
          <w:rFonts w:ascii="Arial" w:eastAsia="Times New Roman" w:hAnsi="Arial" w:cs="Arial"/>
          <w:b/>
          <w:sz w:val="24"/>
          <w:szCs w:val="24"/>
        </w:rPr>
        <w:t>.3</w:t>
      </w:r>
    </w:p>
    <w:p w:rsidR="00D14EFE" w:rsidRDefault="00D14EFE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  <w:r w:rsidRPr="003D424E">
        <w:rPr>
          <w:rFonts w:ascii="Arial" w:eastAsia="Times New Roman" w:hAnsi="Arial" w:cs="Arial"/>
          <w:b/>
          <w:sz w:val="28"/>
          <w:szCs w:val="28"/>
        </w:rPr>
        <w:t>Fișă generală</w:t>
      </w:r>
      <w:r>
        <w:rPr>
          <w:rFonts w:ascii="Arial" w:eastAsia="Times New Roman" w:hAnsi="Arial" w:cs="Arial"/>
          <w:b/>
          <w:sz w:val="28"/>
          <w:szCs w:val="28"/>
        </w:rPr>
        <w:t xml:space="preserve">  </w:t>
      </w:r>
    </w:p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14EFE" w:rsidRPr="003D424E" w:rsidRDefault="00D14EFE" w:rsidP="00D14EFE">
      <w:pPr>
        <w:spacing w:after="120" w:line="240" w:lineRule="auto"/>
        <w:ind w:left="2268" w:hanging="2268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privind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informatiile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referitoare la proiectele pentru care se solicita acordarea      avizului de conformitate cu  SIDD DD 2030 </w:t>
      </w:r>
    </w:p>
    <w:p w:rsidR="00D14EFE" w:rsidRDefault="00916E3F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</w:t>
      </w:r>
      <w:r w:rsidR="00D14EFE">
        <w:rPr>
          <w:rFonts w:ascii="Arial" w:eastAsia="Times New Roman" w:hAnsi="Arial" w:cs="Arial"/>
          <w:b/>
          <w:bCs/>
          <w:sz w:val="24"/>
          <w:szCs w:val="24"/>
        </w:rPr>
        <w:t>Denumire program: POCU 2014-2020</w:t>
      </w:r>
    </w:p>
    <w:p w:rsidR="00D14EFE" w:rsidRDefault="00D14EFE" w:rsidP="00EA57F0">
      <w:pPr>
        <w:pStyle w:val="Titlu2"/>
      </w:pPr>
    </w:p>
    <w:p w:rsidR="00E64334" w:rsidRDefault="00E64334" w:rsidP="00E64334"/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1873">
        <w:rPr>
          <w:rFonts w:ascii="Arial" w:eastAsia="Times New Roman" w:hAnsi="Arial" w:cs="Arial"/>
          <w:b/>
          <w:bCs/>
          <w:sz w:val="24"/>
          <w:szCs w:val="24"/>
        </w:rPr>
        <w:t>Date de identificare 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le </w:t>
      </w:r>
      <w:r w:rsidRPr="00D11873">
        <w:rPr>
          <w:rFonts w:ascii="Arial" w:eastAsia="Times New Roman" w:hAnsi="Arial" w:cs="Arial"/>
          <w:b/>
          <w:bCs/>
          <w:sz w:val="24"/>
          <w:szCs w:val="24"/>
        </w:rPr>
        <w:t xml:space="preserve"> proiectului</w:t>
      </w:r>
    </w:p>
    <w:p w:rsidR="00E64334" w:rsidRPr="00D11873" w:rsidRDefault="00E64334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386"/>
      </w:tblGrid>
      <w:tr w:rsidR="00D14EFE" w:rsidRPr="00D11873" w:rsidTr="00317663">
        <w:trPr>
          <w:trHeight w:val="387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Titlul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trHeight w:val="420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7757BF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Obiectivul</w:t>
            </w:r>
            <w:r w:rsidR="007757BF">
              <w:rPr>
                <w:rFonts w:ascii="Arial" w:eastAsia="Times New Roman" w:hAnsi="Arial" w:cs="Arial"/>
                <w:bCs/>
                <w:sz w:val="24"/>
              </w:rPr>
              <w:t xml:space="preserve"> general și obiectivele specifice ale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cantSplit/>
          <w:trHeight w:val="461"/>
          <w:jc w:val="center"/>
        </w:trPr>
        <w:tc>
          <w:tcPr>
            <w:tcW w:w="56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B54787" w:rsidP="006D57E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Denumire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Ghidul solicitantului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/  O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biectiv tematic/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Prioritate de </w:t>
            </w:r>
            <w:proofErr w:type="spellStart"/>
            <w:r w:rsidR="00D14EFE">
              <w:rPr>
                <w:rFonts w:ascii="Arial" w:eastAsia="Times New Roman" w:hAnsi="Arial" w:cs="Arial"/>
                <w:bCs/>
                <w:sz w:val="24"/>
              </w:rPr>
              <w:t>investitii</w:t>
            </w:r>
            <w:proofErr w:type="spellEnd"/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/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Axa Prioritara / Obiectiv Specific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           </w:t>
            </w:r>
            <w:r>
              <w:rPr>
                <w:rFonts w:ascii="Arial" w:eastAsia="Times New Roman" w:hAnsi="Arial" w:cs="Arial"/>
                <w:bCs/>
                <w:sz w:val="24"/>
              </w:rPr>
              <w:t>conform POCU 2014-2020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B31DDF" w:rsidRDefault="001466FA" w:rsidP="009D6C5D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vor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mentiona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</w:t>
            </w:r>
            <w:proofErr w:type="spellStart"/>
            <w:r w:rsidR="00B54787">
              <w:rPr>
                <w:rFonts w:ascii="Arial" w:eastAsia="Times New Roman" w:hAnsi="Arial" w:cs="Arial"/>
                <w:i/>
              </w:rPr>
              <w:t>informatii</w:t>
            </w:r>
            <w:proofErr w:type="spellEnd"/>
            <w:r w:rsidR="00B54787">
              <w:rPr>
                <w:rFonts w:ascii="Arial" w:eastAsia="Times New Roman" w:hAnsi="Arial" w:cs="Arial"/>
                <w:i/>
              </w:rPr>
              <w:t xml:space="preserve"> despre apelul de proiecte , </w:t>
            </w:r>
            <w:r>
              <w:rPr>
                <w:rFonts w:ascii="Arial" w:eastAsia="Times New Roman" w:hAnsi="Arial" w:cs="Arial"/>
                <w:i/>
              </w:rPr>
              <w:t xml:space="preserve">conform </w:t>
            </w:r>
            <w:r w:rsidR="00B54787">
              <w:rPr>
                <w:rFonts w:ascii="Arial" w:eastAsia="Times New Roman" w:hAnsi="Arial" w:cs="Arial"/>
                <w:i/>
              </w:rPr>
              <w:t xml:space="preserve"> ghidului solicitantului </w:t>
            </w:r>
            <w:r w:rsidR="009D6C5D">
              <w:rPr>
                <w:rFonts w:ascii="Arial" w:eastAsia="Times New Roman" w:hAnsi="Arial" w:cs="Arial"/>
                <w:i/>
              </w:rPr>
              <w:t>–</w:t>
            </w:r>
            <w:proofErr w:type="spellStart"/>
            <w:r w:rsidR="009D6C5D">
              <w:rPr>
                <w:rFonts w:ascii="Arial" w:eastAsia="Times New Roman" w:hAnsi="Arial" w:cs="Arial"/>
                <w:i/>
              </w:rPr>
              <w:t>conditii</w:t>
            </w:r>
            <w:proofErr w:type="spellEnd"/>
            <w:r w:rsidR="009D6C5D">
              <w:rPr>
                <w:rFonts w:ascii="Arial" w:eastAsia="Times New Roman" w:hAnsi="Arial" w:cs="Arial"/>
                <w:i/>
              </w:rPr>
              <w:t xml:space="preserve"> specifice 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,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 xml:space="preserve">in baza </w:t>
            </w:r>
            <w:proofErr w:type="spellStart"/>
            <w:r w:rsidR="009D6C5D">
              <w:rPr>
                <w:rFonts w:ascii="Arial" w:eastAsia="Times New Roman" w:hAnsi="Arial" w:cs="Arial"/>
                <w:i/>
              </w:rPr>
              <w:t>caruia</w:t>
            </w:r>
            <w:proofErr w:type="spellEnd"/>
            <w:r w:rsidR="009D6C5D">
              <w:rPr>
                <w:rFonts w:ascii="Arial" w:eastAsia="Times New Roman" w:hAnsi="Arial" w:cs="Arial"/>
                <w:i/>
              </w:rPr>
              <w:t xml:space="preserve"> s-a </w:t>
            </w:r>
            <w:proofErr w:type="spellStart"/>
            <w:r w:rsidR="009D6C5D">
              <w:rPr>
                <w:rFonts w:ascii="Arial" w:eastAsia="Times New Roman" w:hAnsi="Arial" w:cs="Arial"/>
                <w:i/>
              </w:rPr>
              <w:t>intocmit</w:t>
            </w:r>
            <w:proofErr w:type="spellEnd"/>
            <w:r w:rsidR="009D6C5D">
              <w:rPr>
                <w:rFonts w:ascii="Arial" w:eastAsia="Times New Roman" w:hAnsi="Arial" w:cs="Arial"/>
                <w:i/>
              </w:rPr>
              <w:t xml:space="preserve"> cererea de </w:t>
            </w:r>
            <w:proofErr w:type="spellStart"/>
            <w:r w:rsidR="009D6C5D">
              <w:rPr>
                <w:rFonts w:ascii="Arial" w:eastAsia="Times New Roman" w:hAnsi="Arial" w:cs="Arial"/>
                <w:i/>
              </w:rPr>
              <w:t>finantare</w:t>
            </w:r>
            <w:proofErr w:type="spellEnd"/>
            <w:r w:rsidR="009D6C5D">
              <w:rPr>
                <w:rFonts w:ascii="Arial" w:eastAsia="Times New Roman" w:hAnsi="Arial" w:cs="Arial"/>
                <w:i/>
              </w:rPr>
              <w:t xml:space="preserve"> a proiectului pentru care se solicita aviz de conformitate</w:t>
            </w:r>
            <w:r w:rsidR="00B54787">
              <w:rPr>
                <w:rFonts w:ascii="Arial" w:eastAsia="Times New Roman" w:hAnsi="Arial" w:cs="Arial"/>
                <w:i/>
              </w:rPr>
              <w:t xml:space="preserve"> </w:t>
            </w:r>
            <w:r w:rsidR="00BB68AB">
              <w:rPr>
                <w:rFonts w:ascii="Arial" w:eastAsia="Times New Roman" w:hAnsi="Arial" w:cs="Arial"/>
                <w:i/>
              </w:rPr>
              <w:t>cu SIDDDD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3C7596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Teritoriul vizat de proiect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/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proofErr w:type="spellStart"/>
            <w:r w:rsidR="00BA6EB3">
              <w:rPr>
                <w:rFonts w:ascii="Arial" w:eastAsia="Times New Roman" w:hAnsi="Arial" w:cs="Arial"/>
                <w:bCs/>
                <w:sz w:val="24"/>
              </w:rPr>
              <w:t>locatiile</w:t>
            </w:r>
            <w:proofErr w:type="spellEnd"/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de implementare a</w:t>
            </w:r>
            <w:r w:rsidR="00724ACC">
              <w:rPr>
                <w:rFonts w:ascii="Arial" w:eastAsia="Times New Roman" w:hAnsi="Arial" w:cs="Arial"/>
                <w:bCs/>
                <w:sz w:val="24"/>
              </w:rPr>
              <w:t>le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BA6EB3" w:rsidP="00DF5FE5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va preciza daca proiectul se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implementeaza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exclusiv/ in totalitate  in teritoriul ITI Delta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Dunarii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sau  se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adreseaza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si unui grup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tinta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din teritoriul non ITI DD ( cu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ment</w:t>
            </w:r>
            <w:r w:rsidR="00317663">
              <w:rPr>
                <w:rFonts w:ascii="Arial" w:eastAsia="Times New Roman" w:hAnsi="Arial" w:cs="Arial"/>
                <w:i/>
              </w:rPr>
              <w:t>ionarea</w:t>
            </w:r>
            <w:proofErr w:type="spellEnd"/>
            <w:r w:rsidR="00317663">
              <w:rPr>
                <w:rFonts w:ascii="Arial" w:eastAsia="Times New Roman" w:hAnsi="Arial" w:cs="Arial"/>
                <w:i/>
              </w:rPr>
              <w:t xml:space="preserve"> ponderilor ITI /non ITI).</w:t>
            </w:r>
          </w:p>
          <w:p w:rsidR="0009653A" w:rsidRPr="00107043" w:rsidRDefault="0009653A" w:rsidP="0009653A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vor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mentiona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referitor la teritoriul vizat de proiect si la 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locatiile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in care se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implementeaza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acesta</w:t>
            </w:r>
            <w:r w:rsidR="00317663">
              <w:rPr>
                <w:rFonts w:ascii="Arial" w:eastAsia="Times New Roman" w:hAnsi="Arial" w:cs="Arial"/>
                <w:i/>
              </w:rPr>
              <w:t>,</w:t>
            </w:r>
            <w:r>
              <w:rPr>
                <w:rFonts w:ascii="Arial" w:eastAsia="Times New Roman" w:hAnsi="Arial" w:cs="Arial"/>
                <w:i/>
              </w:rPr>
              <w:t xml:space="preserve">  denumirea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localitatii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 /cartierului /</w:t>
            </w:r>
            <w:proofErr w:type="spellStart"/>
            <w:r>
              <w:rPr>
                <w:rFonts w:ascii="Arial" w:eastAsia="Times New Roman" w:hAnsi="Arial" w:cs="Arial"/>
                <w:i/>
              </w:rPr>
              <w:t>strazii,etc</w:t>
            </w:r>
            <w:proofErr w:type="spellEnd"/>
            <w:r>
              <w:rPr>
                <w:rFonts w:ascii="Arial" w:eastAsia="Times New Roman" w:hAnsi="Arial" w:cs="Arial"/>
                <w:i/>
              </w:rPr>
              <w:t>.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Beneficiarul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/Solicitantul </w:t>
            </w:r>
            <w:r w:rsidRPr="00D11873">
              <w:rPr>
                <w:rFonts w:ascii="Arial" w:eastAsia="Times New Roman" w:hAnsi="Arial" w:cs="Arial"/>
                <w:bCs/>
                <w:sz w:val="24"/>
              </w:rPr>
              <w:t>proie</w:t>
            </w:r>
            <w:r>
              <w:rPr>
                <w:rFonts w:ascii="Arial" w:eastAsia="Times New Roman" w:hAnsi="Arial" w:cs="Arial"/>
                <w:bCs/>
                <w:sz w:val="24"/>
              </w:rPr>
              <w:t>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Partenerul /Partenerii                (după caz)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Date de contact </w:t>
            </w:r>
            <w:r>
              <w:rPr>
                <w:rFonts w:ascii="Arial" w:eastAsia="Times New Roman" w:hAnsi="Arial" w:cs="Arial"/>
                <w:bCs/>
                <w:sz w:val="24"/>
              </w:rPr>
              <w:t>ale be</w:t>
            </w:r>
            <w:r w:rsidR="00A70153">
              <w:rPr>
                <w:rFonts w:ascii="Arial" w:eastAsia="Times New Roman" w:hAnsi="Arial" w:cs="Arial"/>
                <w:bCs/>
                <w:sz w:val="24"/>
              </w:rPr>
              <w:t>neficiarului si partenerilor  ( nume si prenume reprezentant legal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, adresa </w:t>
            </w:r>
            <w:r w:rsidR="005930C7">
              <w:rPr>
                <w:rFonts w:ascii="Arial" w:eastAsia="Times New Roman" w:hAnsi="Arial" w:cs="Arial"/>
                <w:bCs/>
                <w:sz w:val="24"/>
              </w:rPr>
              <w:t xml:space="preserve">sediu social /puncte de lucru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nr .telefon , e-mail, persoane  de contact  pentru proiect  ,etc.)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3C7596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Experienta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 xml:space="preserve"> anterioara 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a beneficiarului /partenerilor in implementarea proiectelor cu </w:t>
            </w:r>
            <w:proofErr w:type="spellStart"/>
            <w:r w:rsidR="00BA6EB3">
              <w:rPr>
                <w:rFonts w:ascii="Arial" w:eastAsia="Times New Roman" w:hAnsi="Arial" w:cs="Arial"/>
                <w:bCs/>
                <w:sz w:val="24"/>
              </w:rPr>
              <w:t>finantare</w:t>
            </w:r>
            <w:proofErr w:type="spellEnd"/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nerambursabila precum si in domeniul </w:t>
            </w:r>
            <w:proofErr w:type="spellStart"/>
            <w:r w:rsidR="00BA6EB3">
              <w:rPr>
                <w:rFonts w:ascii="Arial" w:eastAsia="Times New Roman" w:hAnsi="Arial" w:cs="Arial"/>
                <w:bCs/>
                <w:sz w:val="24"/>
              </w:rPr>
              <w:t>activitatilor</w:t>
            </w:r>
            <w:proofErr w:type="spellEnd"/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3C759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B34102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Alte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informatii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 xml:space="preserve"> relevante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D14EFE" w:rsidRDefault="00D14EFE" w:rsidP="00E64334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proofErr w:type="spellStart"/>
      <w:r>
        <w:rPr>
          <w:rFonts w:ascii="Arial" w:eastAsia="Times New Roman" w:hAnsi="Arial" w:cs="Arial"/>
          <w:b/>
          <w:bCs/>
          <w:sz w:val="24"/>
        </w:rPr>
        <w:lastRenderedPageBreak/>
        <w:t>Informatii</w:t>
      </w:r>
      <w:proofErr w:type="spellEnd"/>
      <w:r>
        <w:rPr>
          <w:rFonts w:ascii="Arial" w:eastAsia="Times New Roman" w:hAnsi="Arial" w:cs="Arial"/>
          <w:b/>
          <w:bCs/>
          <w:sz w:val="24"/>
        </w:rPr>
        <w:t xml:space="preserve"> generale despre proiect </w:t>
      </w:r>
    </w:p>
    <w:p w:rsidR="00D14EFE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753"/>
        <w:gridCol w:w="5194"/>
      </w:tblGrid>
      <w:tr w:rsidR="00D14EFE" w:rsidRPr="00D11873" w:rsidTr="00446E59">
        <w:trPr>
          <w:cantSplit/>
          <w:trHeight w:val="312"/>
          <w:jc w:val="center"/>
        </w:trPr>
        <w:tc>
          <w:tcPr>
            <w:tcW w:w="56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611DA0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10</w:t>
            </w:r>
          </w:p>
          <w:p w:rsidR="002B5A85" w:rsidRPr="00D11873" w:rsidRDefault="002B5A85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Descrierea proiectului </w:t>
            </w:r>
          </w:p>
          <w:p w:rsidR="00BD5DEA" w:rsidRPr="00D11873" w:rsidRDefault="00BD5DE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(conform cererii de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finantare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>)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  <w:p w:rsidR="00D14EFE" w:rsidRPr="003D201C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3D201C">
              <w:rPr>
                <w:rFonts w:ascii="Arial" w:eastAsia="Times New Roman" w:hAnsi="Arial" w:cs="Arial"/>
                <w:bCs/>
              </w:rPr>
              <w:t xml:space="preserve">Perioada de implementare /Durata proiectului </w:t>
            </w:r>
          </w:p>
        </w:tc>
      </w:tr>
      <w:tr w:rsidR="000F3E0A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proofErr w:type="spellStart"/>
            <w:r w:rsidRPr="003D201C">
              <w:rPr>
                <w:rFonts w:ascii="Arial" w:eastAsia="Times New Roman" w:hAnsi="Arial" w:cs="Arial"/>
                <w:bCs/>
              </w:rPr>
              <w:t>Activităţi</w:t>
            </w:r>
            <w:proofErr w:type="spellEnd"/>
            <w:r w:rsidRPr="003D201C">
              <w:rPr>
                <w:rFonts w:ascii="Arial" w:eastAsia="Times New Roman" w:hAnsi="Arial" w:cs="Arial"/>
                <w:bCs/>
              </w:rPr>
              <w:t>/</w:t>
            </w:r>
            <w:proofErr w:type="spellStart"/>
            <w:r w:rsidRPr="003D201C">
              <w:rPr>
                <w:rFonts w:ascii="Arial" w:eastAsia="Times New Roman" w:hAnsi="Arial" w:cs="Arial"/>
                <w:bCs/>
              </w:rPr>
              <w:t>Subactivitati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( descriere succinta </w:t>
            </w:r>
            <w:r w:rsidR="009D2B40">
              <w:rPr>
                <w:rFonts w:ascii="Arial" w:eastAsia="Times New Roman" w:hAnsi="Arial" w:cs="Arial"/>
                <w:bCs/>
                <w:i/>
              </w:rPr>
              <w:t xml:space="preserve"> a </w:t>
            </w:r>
            <w:proofErr w:type="spellStart"/>
            <w:r w:rsidR="009D2B40">
              <w:rPr>
                <w:rFonts w:ascii="Arial" w:eastAsia="Times New Roman" w:hAnsi="Arial" w:cs="Arial"/>
                <w:bCs/>
                <w:i/>
              </w:rPr>
              <w:t>activitatilor</w:t>
            </w:r>
            <w:proofErr w:type="spellEnd"/>
            <w:r w:rsidR="009D2B40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, grafic /etape derulare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activitati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9D1E13">
              <w:rPr>
                <w:rFonts w:ascii="Arial" w:eastAsia="Times New Roman" w:hAnsi="Arial" w:cs="Arial"/>
                <w:bCs/>
                <w:i/>
              </w:rPr>
              <w:t>,</w:t>
            </w:r>
            <w:r w:rsidR="00C04F7F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C04F7F">
              <w:rPr>
                <w:rFonts w:ascii="Arial" w:eastAsia="Times New Roman" w:hAnsi="Arial" w:cs="Arial"/>
                <w:bCs/>
                <w:i/>
              </w:rPr>
              <w:t>locatii</w:t>
            </w:r>
            <w:proofErr w:type="spellEnd"/>
            <w:r w:rsidR="00C04F7F">
              <w:rPr>
                <w:rFonts w:ascii="Arial" w:eastAsia="Times New Roman" w:hAnsi="Arial" w:cs="Arial"/>
                <w:bCs/>
                <w:i/>
              </w:rPr>
              <w:t xml:space="preserve"> de implementare /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 teme orizontale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, teme </w:t>
            </w:r>
            <w:r w:rsidR="00141D58">
              <w:rPr>
                <w:rFonts w:ascii="Arial" w:eastAsia="Times New Roman" w:hAnsi="Arial" w:cs="Arial"/>
                <w:bCs/>
                <w:i/>
              </w:rPr>
              <w:t>secundare FSE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,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aspecte privind inovarea sociala , 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etc) </w:t>
            </w:r>
            <w:r w:rsidR="00A879B4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B87FE1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44343A" w:rsidRDefault="00B87FE1" w:rsidP="0028613E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Descrierea parteneriatului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28613E">
              <w:rPr>
                <w:rFonts w:ascii="Arial" w:eastAsia="Times New Roman" w:hAnsi="Arial" w:cs="Arial"/>
                <w:bCs/>
                <w:i/>
              </w:rPr>
              <w:t xml:space="preserve">(daca este cazul) –                roluri si </w:t>
            </w:r>
            <w:proofErr w:type="spellStart"/>
            <w:r w:rsidR="0028613E">
              <w:rPr>
                <w:rFonts w:ascii="Arial" w:eastAsia="Times New Roman" w:hAnsi="Arial" w:cs="Arial"/>
                <w:bCs/>
                <w:i/>
              </w:rPr>
              <w:t>responsabilitati</w:t>
            </w:r>
            <w:proofErr w:type="spellEnd"/>
            <w:r w:rsidR="0028613E">
              <w:rPr>
                <w:rFonts w:ascii="Arial" w:eastAsia="Times New Roman" w:hAnsi="Arial" w:cs="Arial"/>
                <w:bCs/>
                <w:i/>
              </w:rPr>
              <w:t xml:space="preserve"> , </w:t>
            </w:r>
            <w:proofErr w:type="spellStart"/>
            <w:r w:rsidR="0028613E">
              <w:rPr>
                <w:rFonts w:ascii="Arial" w:eastAsia="Times New Roman" w:hAnsi="Arial" w:cs="Arial"/>
                <w:bCs/>
                <w:i/>
              </w:rPr>
              <w:t>locatiile</w:t>
            </w:r>
            <w:proofErr w:type="spellEnd"/>
            <w:r w:rsidR="0028613E">
              <w:rPr>
                <w:rFonts w:ascii="Arial" w:eastAsia="Times New Roman" w:hAnsi="Arial" w:cs="Arial"/>
                <w:bCs/>
                <w:i/>
              </w:rPr>
              <w:t xml:space="preserve"> de implementare a </w:t>
            </w:r>
            <w:proofErr w:type="spellStart"/>
            <w:r w:rsidR="0028613E">
              <w:rPr>
                <w:rFonts w:ascii="Arial" w:eastAsia="Times New Roman" w:hAnsi="Arial" w:cs="Arial"/>
                <w:bCs/>
                <w:i/>
              </w:rPr>
              <w:t>activitatilor</w:t>
            </w:r>
            <w:proofErr w:type="spellEnd"/>
            <w:r w:rsidR="0028613E">
              <w:rPr>
                <w:rFonts w:ascii="Arial" w:eastAsia="Times New Roman" w:hAnsi="Arial" w:cs="Arial"/>
                <w:bCs/>
                <w:i/>
              </w:rPr>
              <w:t xml:space="preserve"> ce revin parteneriatului , etc.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</w:t>
            </w:r>
            <w:r w:rsidR="0028613E">
              <w:rPr>
                <w:rFonts w:ascii="Arial" w:eastAsia="Times New Roman" w:hAnsi="Arial" w:cs="Arial"/>
                <w:bCs/>
                <w:i/>
              </w:rPr>
              <w:t xml:space="preserve">                             </w:t>
            </w:r>
          </w:p>
        </w:tc>
      </w:tr>
      <w:tr w:rsidR="00D14EFE" w:rsidRPr="00D11873" w:rsidTr="00446E59">
        <w:trPr>
          <w:cantSplit/>
          <w:trHeight w:val="229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201C" w:rsidRDefault="000F3E0A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Rezultate /</w:t>
            </w:r>
            <w:r w:rsidR="002F4B1F">
              <w:rPr>
                <w:rFonts w:ascii="Arial" w:eastAsia="Times New Roman" w:hAnsi="Arial" w:cs="Arial"/>
                <w:bCs/>
              </w:rPr>
              <w:t xml:space="preserve"> </w:t>
            </w:r>
            <w:r w:rsidRPr="003D201C">
              <w:rPr>
                <w:rFonts w:ascii="Arial" w:eastAsia="Times New Roman" w:hAnsi="Arial" w:cs="Arial"/>
                <w:bCs/>
              </w:rPr>
              <w:t>Indicatori</w:t>
            </w:r>
            <w:r w:rsidR="00335CF7" w:rsidRPr="003D201C">
              <w:rPr>
                <w:rFonts w:ascii="Arial" w:eastAsia="Times New Roman" w:hAnsi="Arial" w:cs="Arial"/>
                <w:bCs/>
              </w:rPr>
              <w:t xml:space="preserve"> ai proiectului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Vor fi prezentate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100661">
              <w:rPr>
                <w:rFonts w:ascii="Arial" w:eastAsia="Times New Roman" w:hAnsi="Arial" w:cs="Arial"/>
                <w:bCs/>
                <w:i/>
              </w:rPr>
              <w:t>urmatoarele</w:t>
            </w:r>
            <w:proofErr w:type="spellEnd"/>
            <w:r w:rsidR="00E8108F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E8108F">
              <w:rPr>
                <w:rFonts w:ascii="Arial" w:eastAsia="Times New Roman" w:hAnsi="Arial" w:cs="Arial"/>
                <w:bCs/>
                <w:i/>
              </w:rPr>
              <w:t>informatii</w:t>
            </w:r>
            <w:proofErr w:type="spellEnd"/>
            <w:r w:rsidR="00E8108F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: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-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valoarea indicatorilor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                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-tipul indicatorilor (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de </w:t>
            </w:r>
            <w:r w:rsidR="003D201C">
              <w:rPr>
                <w:rFonts w:ascii="Arial" w:eastAsia="Times New Roman" w:hAnsi="Arial" w:cs="Arial"/>
                <w:bCs/>
                <w:i/>
              </w:rPr>
              <w:t>re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alizare , de rezultat imediat, </w:t>
            </w:r>
          </w:p>
          <w:p w:rsidR="00D14EFE" w:rsidRPr="0044343A" w:rsidRDefault="00335CF7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 pentru persoane , pentru servicii , pentru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comunitati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marginalizate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>, etc</w:t>
            </w:r>
            <w:r w:rsidR="00272CA6">
              <w:rPr>
                <w:rFonts w:ascii="Arial" w:eastAsia="Times New Roman" w:hAnsi="Arial" w:cs="Arial"/>
                <w:bCs/>
                <w:i/>
              </w:rPr>
              <w:t xml:space="preserve"> – conform </w:t>
            </w:r>
            <w:proofErr w:type="spellStart"/>
            <w:r w:rsidR="00272CA6">
              <w:rPr>
                <w:rFonts w:ascii="Arial" w:eastAsia="Times New Roman" w:hAnsi="Arial" w:cs="Arial"/>
                <w:bCs/>
                <w:i/>
              </w:rPr>
              <w:t>p</w:t>
            </w:r>
            <w:r w:rsidR="00077987">
              <w:rPr>
                <w:rFonts w:ascii="Arial" w:eastAsia="Times New Roman" w:hAnsi="Arial" w:cs="Arial"/>
                <w:bCs/>
                <w:i/>
              </w:rPr>
              <w:t>recizarilor</w:t>
            </w:r>
            <w:proofErr w:type="spellEnd"/>
            <w:r w:rsidR="00077987">
              <w:rPr>
                <w:rFonts w:ascii="Arial" w:eastAsia="Times New Roman" w:hAnsi="Arial" w:cs="Arial"/>
                <w:bCs/>
                <w:i/>
              </w:rPr>
              <w:t xml:space="preserve"> din ghidul solicitantului –</w:t>
            </w:r>
            <w:proofErr w:type="spellStart"/>
            <w:r w:rsidR="00077987">
              <w:rPr>
                <w:rFonts w:ascii="Arial" w:eastAsia="Times New Roman" w:hAnsi="Arial" w:cs="Arial"/>
                <w:bCs/>
                <w:i/>
              </w:rPr>
              <w:t>conditii</w:t>
            </w:r>
            <w:proofErr w:type="spellEnd"/>
            <w:r w:rsidR="00077987">
              <w:rPr>
                <w:rFonts w:ascii="Arial" w:eastAsia="Times New Roman" w:hAnsi="Arial" w:cs="Arial"/>
                <w:bCs/>
                <w:i/>
              </w:rPr>
              <w:t xml:space="preserve"> specifice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) </w:t>
            </w:r>
          </w:p>
        </w:tc>
      </w:tr>
      <w:tr w:rsidR="00D14EF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44343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 xml:space="preserve">Grup </w:t>
            </w:r>
            <w:proofErr w:type="spellStart"/>
            <w:r w:rsidRPr="00DB466B">
              <w:rPr>
                <w:rFonts w:ascii="Arial" w:eastAsia="Times New Roman" w:hAnsi="Arial" w:cs="Arial"/>
                <w:bCs/>
              </w:rPr>
              <w:t>tinta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( descriere , valoare , </w:t>
            </w:r>
            <w:r w:rsidR="005E0120">
              <w:rPr>
                <w:rFonts w:ascii="Arial" w:eastAsia="Times New Roman" w:hAnsi="Arial" w:cs="Arial"/>
                <w:bCs/>
                <w:i/>
              </w:rPr>
              <w:t>domiciliu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/ </w:t>
            </w:r>
            <w:proofErr w:type="spellStart"/>
            <w:r w:rsidR="00C87558">
              <w:rPr>
                <w:rFonts w:ascii="Arial" w:eastAsia="Times New Roman" w:hAnsi="Arial" w:cs="Arial"/>
                <w:bCs/>
                <w:i/>
              </w:rPr>
              <w:t>resedinta</w:t>
            </w:r>
            <w:proofErr w:type="spellEnd"/>
            <w:r w:rsidR="00C87558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5E0120">
              <w:rPr>
                <w:rFonts w:ascii="Arial" w:eastAsia="Times New Roman" w:hAnsi="Arial" w:cs="Arial"/>
                <w:bCs/>
                <w:i/>
              </w:rPr>
              <w:t xml:space="preserve"> ,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etc ) </w:t>
            </w:r>
          </w:p>
        </w:tc>
      </w:tr>
      <w:tr w:rsidR="00EF20E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B466B" w:rsidRDefault="00EF20EE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DB466B">
              <w:rPr>
                <w:rFonts w:ascii="Arial" w:eastAsia="Times New Roman" w:hAnsi="Arial" w:cs="Arial"/>
                <w:bCs/>
              </w:rPr>
              <w:t>Sustenabilitatea /durabilitatea proiectului</w:t>
            </w:r>
          </w:p>
        </w:tc>
      </w:tr>
      <w:tr w:rsidR="00954E3B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Default="00954E3B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umane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DB466B">
              <w:rPr>
                <w:rFonts w:ascii="Arial" w:eastAsia="Times New Roman" w:hAnsi="Arial" w:cs="Arial"/>
                <w:bCs/>
                <w:i/>
              </w:rPr>
              <w:t>/ echipa implicata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in implementarea proiectului (inclusiv managementul proiectului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) </w:t>
            </w:r>
          </w:p>
        </w:tc>
      </w:tr>
      <w:tr w:rsidR="00D14EFE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44343A" w:rsidRDefault="00A879B4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materiale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( proprii si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achizitionate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prin proiect )</w:t>
            </w:r>
          </w:p>
        </w:tc>
      </w:tr>
      <w:tr w:rsidR="007137E5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Pr="00D11873" w:rsidRDefault="007137E5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Default="007137E5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Bugetul total al proiectului si sursele de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finantare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</w:p>
          <w:p w:rsidR="003154C0" w:rsidRPr="00D11873" w:rsidRDefault="003154C0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791A" w:rsidRDefault="006B791A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Se  va 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mentiona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 valoarea totala a proiectului , din care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a) </w:t>
            </w:r>
            <w:r w:rsidR="006B791A">
              <w:rPr>
                <w:rFonts w:ascii="Arial" w:eastAsia="Times New Roman" w:hAnsi="Arial" w:cs="Arial"/>
                <w:bCs/>
                <w:i/>
              </w:rPr>
              <w:t>valoarea totala eligibila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, formata din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contributia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UE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cofinantarea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natio</w:t>
            </w:r>
            <w:r w:rsidR="004C31B8">
              <w:rPr>
                <w:rFonts w:ascii="Arial" w:eastAsia="Times New Roman" w:hAnsi="Arial" w:cs="Arial"/>
                <w:bCs/>
                <w:i/>
              </w:rPr>
              <w:t>n</w:t>
            </w:r>
            <w:r>
              <w:rPr>
                <w:rFonts w:ascii="Arial" w:eastAsia="Times New Roman" w:hAnsi="Arial" w:cs="Arial"/>
                <w:bCs/>
                <w:i/>
              </w:rPr>
              <w:t>ala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  <w:p w:rsidR="006B791A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contributia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proprie a beneficiarului </w:t>
            </w:r>
          </w:p>
          <w:p w:rsidR="006B791A" w:rsidRDefault="001E64A4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b) 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valoarea neeligibila ( estimata  si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suportata </w:t>
            </w:r>
            <w:r w:rsidR="000431AC">
              <w:rPr>
                <w:rFonts w:ascii="Arial" w:eastAsia="Times New Roman" w:hAnsi="Arial" w:cs="Arial"/>
                <w:bCs/>
                <w:i/>
              </w:rPr>
              <w:t xml:space="preserve">de </w:t>
            </w:r>
            <w:proofErr w:type="spellStart"/>
            <w:r w:rsidR="000431AC">
              <w:rPr>
                <w:rFonts w:ascii="Arial" w:eastAsia="Times New Roman" w:hAnsi="Arial" w:cs="Arial"/>
                <w:bCs/>
                <w:i/>
              </w:rPr>
              <w:t>cat</w:t>
            </w:r>
            <w:r w:rsidR="00D21B05">
              <w:rPr>
                <w:rFonts w:ascii="Arial" w:eastAsia="Times New Roman" w:hAnsi="Arial" w:cs="Arial"/>
                <w:bCs/>
                <w:i/>
              </w:rPr>
              <w:t>re</w:t>
            </w:r>
            <w:proofErr w:type="spellEnd"/>
            <w:r w:rsidR="00D21B05">
              <w:rPr>
                <w:rFonts w:ascii="Arial" w:eastAsia="Times New Roman" w:hAnsi="Arial" w:cs="Arial"/>
                <w:bCs/>
                <w:i/>
              </w:rPr>
              <w:t xml:space="preserve"> beneficiarul proiectului </w:t>
            </w:r>
            <w:r w:rsidR="004C31B8">
              <w:rPr>
                <w:rFonts w:ascii="Arial" w:eastAsia="Times New Roman" w:hAnsi="Arial" w:cs="Arial"/>
                <w:bCs/>
                <w:i/>
              </w:rPr>
              <w:t>)</w:t>
            </w:r>
          </w:p>
          <w:p w:rsidR="003154C0" w:rsidRDefault="000431AC" w:rsidP="000431A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Valorile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mentionate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anterior se vor exprima in euro , cu precizarea ratei de schimb /cursului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infoeuro</w:t>
            </w:r>
            <w:proofErr w:type="spellEnd"/>
          </w:p>
        </w:tc>
      </w:tr>
      <w:tr w:rsidR="005D22E9" w:rsidRPr="00D11873" w:rsidTr="00B83047">
        <w:trPr>
          <w:cantSplit/>
          <w:trHeight w:val="88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B83047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Complentaritatea</w:t>
            </w:r>
            <w:proofErr w:type="spellEnd"/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/ integrarea </w:t>
            </w:r>
            <w:r w:rsidR="00B83047">
              <w:rPr>
                <w:rFonts w:ascii="Arial" w:eastAsia="Times New Roman" w:hAnsi="Arial" w:cs="Arial"/>
                <w:bCs/>
                <w:sz w:val="24"/>
              </w:rPr>
              <w:t xml:space="preserve">proiectului 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cu alte proiecte 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operationale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</w:tc>
      </w:tr>
      <w:tr w:rsidR="004A0A4C" w:rsidRPr="00D11873" w:rsidTr="00B83047">
        <w:trPr>
          <w:cantSplit/>
          <w:trHeight w:val="770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Pr="00D11873" w:rsidRDefault="004A0A4C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Riscuri estimate în procesul de implementare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4A0A4C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5D22E9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Alte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informatii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 xml:space="preserve"> relevante despre proiect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</w:tbl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Default="004A0A4C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>Relevanta si conformitatea proiectului  cu</w:t>
      </w:r>
      <w:r w:rsidR="00CB6D72">
        <w:rPr>
          <w:rFonts w:ascii="Arial" w:eastAsia="Times New Roman" w:hAnsi="Arial" w:cs="Arial"/>
          <w:b/>
          <w:bCs/>
          <w:sz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</w:rPr>
        <w:t xml:space="preserve">/ fata de </w:t>
      </w:r>
      <w:r w:rsidR="002D3217">
        <w:rPr>
          <w:rFonts w:ascii="Arial" w:eastAsia="Times New Roman" w:hAnsi="Arial" w:cs="Arial"/>
          <w:b/>
          <w:bCs/>
          <w:sz w:val="24"/>
        </w:rPr>
        <w:t xml:space="preserve">viziunea si obiectivele specifice ale </w:t>
      </w:r>
      <w:r>
        <w:rPr>
          <w:rFonts w:ascii="Arial" w:eastAsia="Times New Roman" w:hAnsi="Arial" w:cs="Arial"/>
          <w:b/>
          <w:bCs/>
          <w:sz w:val="24"/>
        </w:rPr>
        <w:t>SIDDDD</w:t>
      </w:r>
      <w:r w:rsidR="002D3217">
        <w:rPr>
          <w:rFonts w:ascii="Arial" w:eastAsia="Times New Roman" w:hAnsi="Arial" w:cs="Arial"/>
          <w:b/>
          <w:bCs/>
          <w:sz w:val="24"/>
        </w:rPr>
        <w:t xml:space="preserve"> 2030 </w:t>
      </w:r>
    </w:p>
    <w:p w:rsidR="0008180F" w:rsidRDefault="0008180F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D11873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261"/>
      </w:tblGrid>
      <w:tr w:rsidR="00C20921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9637DA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Descrierea </w:t>
            </w:r>
            <w:proofErr w:type="spellStart"/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>succcinta</w:t>
            </w:r>
            <w:proofErr w:type="spellEnd"/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a  modului in care activitățile si rezultatele  proiectului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>sunt relevante din punct de vedere  a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viziunii SIDDDD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precum si  a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proofErr w:type="spellStart"/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>contributiei</w:t>
            </w:r>
            <w:proofErr w:type="spellEnd"/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acestuia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la realizarea  obiectivelor strategice /pilonilor / domeniilor /obiectiv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elor sectoriale ale SIDDDD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proofErr w:type="spellEnd"/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le 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strategice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 ale SIDDDD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obiectivul strategic și modalitatea prin care proiectul contribuie la realizarea obiectivului strategic în care se încadrează)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proofErr w:type="spellEnd"/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>pilonii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 pilon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ul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/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pilonii in care   se încadrează proiectul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 si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 va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prezenta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acestuia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pentru pilonul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/ pilonii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i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Cor</w:t>
            </w:r>
            <w:r w:rsidR="00926A61">
              <w:rPr>
                <w:rFonts w:ascii="Arial" w:eastAsia="Times New Roman" w:hAnsi="Arial" w:cs="Arial"/>
                <w:bCs/>
                <w:sz w:val="24"/>
              </w:rPr>
              <w:t>espondența</w:t>
            </w:r>
            <w:r w:rsidR="0031239E">
              <w:rPr>
                <w:rFonts w:ascii="Arial" w:eastAsia="Times New Roman" w:hAnsi="Arial" w:cs="Arial"/>
                <w:bCs/>
                <w:sz w:val="24"/>
              </w:rPr>
              <w:t xml:space="preserve"> cu domeniile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domeniu</w:t>
            </w:r>
            <w:r w:rsidR="0031239E">
              <w:rPr>
                <w:rFonts w:ascii="Arial" w:eastAsia="Times New Roman" w:hAnsi="Arial" w:cs="Arial"/>
                <w:bCs/>
                <w:i/>
              </w:rPr>
              <w:t>l /domeniile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din cadrul pilonului</w:t>
            </w:r>
            <w:r w:rsidR="0031239E">
              <w:rPr>
                <w:rFonts w:ascii="Arial" w:eastAsia="Times New Roman" w:hAnsi="Arial" w:cs="Arial"/>
                <w:bCs/>
                <w:i/>
              </w:rPr>
              <w:t>/ pilonilor in care  se încadrează proiectul si se va prezenta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proiectului pentru domeniu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l /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domeniile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e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Corespondența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obiectivele sectoriale SIDD(DD)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F0B3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 xml:space="preserve">(se precizează </w:t>
            </w:r>
            <w:r w:rsidR="00D1113A">
              <w:rPr>
                <w:rFonts w:ascii="Arial" w:eastAsia="Times New Roman" w:hAnsi="Arial" w:cs="Arial"/>
                <w:bCs/>
                <w:i/>
              </w:rPr>
              <w:t>o</w:t>
            </w:r>
            <w:r w:rsidRPr="00C20921">
              <w:rPr>
                <w:rFonts w:ascii="Arial" w:eastAsia="Times New Roman" w:hAnsi="Arial" w:cs="Arial"/>
                <w:bCs/>
                <w:i/>
              </w:rPr>
              <w:t>biectiv</w:t>
            </w:r>
            <w:r w:rsidR="00D1113A">
              <w:rPr>
                <w:rFonts w:ascii="Arial" w:eastAsia="Times New Roman" w:hAnsi="Arial" w:cs="Arial"/>
                <w:bCs/>
                <w:i/>
              </w:rPr>
              <w:t>ul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sectorial</w:t>
            </w:r>
            <w:r w:rsidR="00D1113A">
              <w:rPr>
                <w:rFonts w:ascii="Arial" w:eastAsia="Times New Roman" w:hAnsi="Arial" w:cs="Arial"/>
                <w:bCs/>
                <w:i/>
              </w:rPr>
              <w:t xml:space="preserve"> / obiectivele sectoriale in care  se încadrează proiectul </w:t>
            </w:r>
            <w:r w:rsidR="003F0B3C">
              <w:rPr>
                <w:rFonts w:ascii="Arial" w:eastAsia="Times New Roman" w:hAnsi="Arial" w:cs="Arial"/>
                <w:bCs/>
                <w:i/>
              </w:rPr>
              <w:t>si  se va analiza modul in care proiectul  contribuie la realizarea  obiectivului / obiectivelor sectoriale respective</w:t>
            </w:r>
          </w:p>
        </w:tc>
      </w:tr>
      <w:tr w:rsidR="00712168" w:rsidRPr="00C20921" w:rsidTr="00712168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Complementaritatea /Integrarea  cu alte proiecte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interventii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operationale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, conform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C041E9">
              <w:rPr>
                <w:rFonts w:ascii="Arial" w:eastAsia="Times New Roman" w:hAnsi="Arial" w:cs="Arial"/>
                <w:bCs/>
                <w:i/>
              </w:rPr>
              <w:t>precizarilor</w:t>
            </w:r>
            <w:proofErr w:type="spellEnd"/>
            <w:r w:rsidR="00C041E9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E178B8">
              <w:rPr>
                <w:rFonts w:ascii="Arial" w:eastAsia="Times New Roman" w:hAnsi="Arial" w:cs="Arial"/>
                <w:bCs/>
                <w:i/>
              </w:rPr>
              <w:t xml:space="preserve"> in acest sens ,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din </w:t>
            </w:r>
            <w:r>
              <w:rPr>
                <w:rFonts w:ascii="Arial" w:eastAsia="Times New Roman" w:hAnsi="Arial" w:cs="Arial"/>
                <w:bCs/>
                <w:i/>
              </w:rPr>
              <w:t>SIDDDD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712168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DF3F56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Impactul estimat al proiectului la nivelul teritoriului 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ITI Delta Dunării </w:t>
            </w:r>
            <w:r w:rsidR="00DF3F56">
              <w:rPr>
                <w:rFonts w:ascii="Arial" w:eastAsia="Times New Roman" w:hAnsi="Arial" w:cs="Arial"/>
                <w:bCs/>
                <w:sz w:val="24"/>
              </w:rPr>
              <w:t>, ca urmare a implementării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acestuia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93A8E" w:rsidRDefault="00712168" w:rsidP="00BB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BB67AE">
              <w:rPr>
                <w:rFonts w:ascii="Arial" w:eastAsia="Times New Roman" w:hAnsi="Arial" w:cs="Arial"/>
                <w:bCs/>
                <w:i/>
              </w:rPr>
              <w:t>Se vor avea în vedere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cri</w:t>
            </w:r>
            <w:r w:rsidR="000A264B" w:rsidRPr="00BB67AE">
              <w:rPr>
                <w:rFonts w:ascii="Arial" w:eastAsia="Times New Roman" w:hAnsi="Arial" w:cs="Arial"/>
                <w:bCs/>
                <w:i/>
              </w:rPr>
              <w:t xml:space="preserve">teriile descrise in SIDDDD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, respectiv: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i/>
                <w:lang w:val="en-US"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proofErr w:type="spellStart"/>
            <w:r w:rsidR="00BB67AE" w:rsidRPr="00BB67AE">
              <w:rPr>
                <w:rFonts w:ascii="Arial" w:eastAsia="Times New Roman" w:hAnsi="Arial" w:cs="Arial"/>
                <w:bCs/>
                <w:i/>
              </w:rPr>
              <w:t>imbunatatirea</w:t>
            </w:r>
            <w:proofErr w:type="spellEnd"/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BB67AE" w:rsidRPr="00BB67AE">
              <w:rPr>
                <w:rFonts w:ascii="Arial" w:eastAsia="Times New Roman" w:hAnsi="Arial" w:cs="Arial"/>
                <w:bCs/>
                <w:i/>
              </w:rPr>
              <w:t>calitatii</w:t>
            </w:r>
            <w:proofErr w:type="spellEnd"/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BB67AE" w:rsidRPr="00BB67AE">
              <w:rPr>
                <w:rFonts w:ascii="Arial" w:eastAsia="Times New Roman" w:hAnsi="Arial" w:cs="Arial"/>
                <w:bCs/>
                <w:i/>
              </w:rPr>
              <w:t>vietii</w:t>
            </w:r>
            <w:proofErr w:type="spellEnd"/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(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educație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,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sănătate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,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asistență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și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protecție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socială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,</w:t>
            </w:r>
            <w:r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tehnologia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informației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etc.)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Theme="minorHAnsi" w:hAnsi="Arial" w:cs="Arial"/>
                <w:bCs/>
                <w:i/>
                <w:lang w:val="en-US"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modificări </w:t>
            </w:r>
            <w:proofErr w:type="spellStart"/>
            <w:r w:rsidR="00DF3F56" w:rsidRPr="00BB67AE">
              <w:rPr>
                <w:rFonts w:ascii="Arial" w:eastAsia="Times New Roman" w:hAnsi="Arial" w:cs="Arial"/>
                <w:bCs/>
                <w:i/>
              </w:rPr>
              <w:t>socio</w:t>
            </w:r>
            <w:proofErr w:type="spellEnd"/>
            <w:r w:rsidR="00DF3F56" w:rsidRPr="00BB67AE">
              <w:rPr>
                <w:rFonts w:ascii="Arial" w:eastAsia="Times New Roman" w:hAnsi="Arial" w:cs="Arial"/>
                <w:bCs/>
                <w:i/>
              </w:rPr>
              <w:t>-economice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servicii </w:t>
            </w:r>
            <w:proofErr w:type="spellStart"/>
            <w:r w:rsidR="00353090" w:rsidRPr="00BB67AE">
              <w:rPr>
                <w:rFonts w:ascii="Arial" w:eastAsia="Times New Roman" w:hAnsi="Arial" w:cs="Arial"/>
                <w:bCs/>
                <w:i/>
              </w:rPr>
              <w:t>imbunatatite</w:t>
            </w:r>
            <w:proofErr w:type="spellEnd"/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,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autonomizarea , responsabilizarea </w:t>
            </w:r>
            <w:proofErr w:type="spellStart"/>
            <w:r w:rsidR="003D65E1" w:rsidRPr="00BB67AE">
              <w:rPr>
                <w:rFonts w:ascii="Arial" w:eastAsia="Times New Roman" w:hAnsi="Arial" w:cs="Arial"/>
                <w:bCs/>
                <w:i/>
              </w:rPr>
              <w:t>comunitatilor</w:t>
            </w:r>
            <w:proofErr w:type="spellEnd"/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 locale 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impactul asupra mediului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(daca este cazul ) , </w:t>
            </w:r>
          </w:p>
          <w:p w:rsidR="00712168" w:rsidRPr="00BB67A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precum si alte aspecte relevante care sa demonstreze impactul proiectului asupra teritoriului ITI Delta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Dunarii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.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505278" w:rsidP="000A264B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Realizări </w:t>
            </w:r>
            <w:proofErr w:type="spellStart"/>
            <w:r w:rsidRPr="00C20921">
              <w:rPr>
                <w:rFonts w:ascii="Arial" w:eastAsia="Times New Roman" w:hAnsi="Arial" w:cs="Arial"/>
                <w:bCs/>
                <w:sz w:val="24"/>
              </w:rPr>
              <w:t>şi</w:t>
            </w:r>
            <w:proofErr w:type="spellEnd"/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 rezultate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 estimate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- în </w:t>
            </w:r>
            <w:r w:rsidR="00441CFA">
              <w:rPr>
                <w:rFonts w:ascii="Arial" w:eastAsia="Times New Roman" w:hAnsi="Arial" w:cs="Arial"/>
                <w:bCs/>
                <w:sz w:val="24"/>
              </w:rPr>
              <w:t>corelare cu indicatorii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i/>
              </w:rPr>
            </w:pPr>
            <w:r w:rsidRPr="00C20921">
              <w:rPr>
                <w:rFonts w:ascii="Arial" w:eastAsia="Times New Roman" w:hAnsi="Arial" w:cs="Arial"/>
                <w:i/>
              </w:rPr>
              <w:t>(se pre</w:t>
            </w:r>
            <w:r w:rsidR="00EA1585">
              <w:rPr>
                <w:rFonts w:ascii="Arial" w:eastAsia="Times New Roman" w:hAnsi="Arial" w:cs="Arial"/>
                <w:i/>
              </w:rPr>
              <w:t xml:space="preserve">cizează indicatorii </w:t>
            </w:r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de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monitorizare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a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obiectivelor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pe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sectoare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prioritare</w:t>
            </w:r>
            <w:proofErr w:type="spellEnd"/>
            <w:r w:rsidR="008543CF" w:rsidRPr="008543CF">
              <w:rPr>
                <w:rFonts w:ascii="Arial" w:eastAsia="Times New Roman" w:hAnsi="Arial" w:cs="Arial"/>
                <w:i/>
              </w:rPr>
              <w:t xml:space="preserve"> </w:t>
            </w:r>
            <w:r w:rsidR="00EA1585" w:rsidRPr="008543CF">
              <w:rPr>
                <w:rFonts w:ascii="Arial" w:eastAsia="Times New Roman" w:hAnsi="Arial" w:cs="Arial"/>
                <w:i/>
              </w:rPr>
              <w:t xml:space="preserve">din SIDDDD </w:t>
            </w:r>
            <w:r w:rsidR="008B76CF">
              <w:rPr>
                <w:rFonts w:ascii="Arial" w:eastAsia="Times New Roman" w:hAnsi="Arial" w:cs="Arial"/>
                <w:i/>
              </w:rPr>
              <w:t>,</w:t>
            </w:r>
            <w:r w:rsidRPr="008543CF">
              <w:rPr>
                <w:rFonts w:ascii="Arial" w:eastAsia="Times New Roman" w:hAnsi="Arial" w:cs="Arial"/>
                <w:i/>
              </w:rPr>
              <w:t xml:space="preserve"> estimați a se realiza</w:t>
            </w:r>
            <w:r w:rsidR="000A264B" w:rsidRPr="008543CF">
              <w:rPr>
                <w:rFonts w:ascii="Arial" w:eastAsia="Times New Roman" w:hAnsi="Arial" w:cs="Arial"/>
                <w:i/>
              </w:rPr>
              <w:t xml:space="preserve"> prin implementarea proiectului </w:t>
            </w:r>
            <w:r w:rsidRPr="008543CF">
              <w:rPr>
                <w:rFonts w:ascii="Arial" w:eastAsia="Times New Roman" w:hAnsi="Arial" w:cs="Arial"/>
                <w:i/>
              </w:rPr>
              <w:t>)</w:t>
            </w:r>
          </w:p>
        </w:tc>
      </w:tr>
    </w:tbl>
    <w:p w:rsidR="00B34102" w:rsidRPr="00C20921" w:rsidRDefault="00B34102" w:rsidP="00B3410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625F94" w:rsidRPr="00C20921" w:rsidRDefault="00625F94" w:rsidP="00625F94">
      <w:pPr>
        <w:spacing w:before="40" w:after="40" w:line="240" w:lineRule="auto"/>
        <w:jc w:val="both"/>
        <w:rPr>
          <w:rFonts w:ascii="Arial" w:eastAsia="Times New Roman" w:hAnsi="Arial" w:cs="Arial"/>
          <w:sz w:val="24"/>
        </w:rPr>
      </w:pPr>
    </w:p>
    <w:p w:rsidR="00B34102" w:rsidRPr="00C20921" w:rsidRDefault="00B34102" w:rsidP="00B34102"/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C20921" w:rsidRDefault="00D14EFE" w:rsidP="00FB12E3"/>
    <w:p w:rsidR="00C20921" w:rsidRPr="00C20921" w:rsidRDefault="00C20921"/>
    <w:sectPr w:rsidR="00C20921" w:rsidRPr="00C20921" w:rsidSect="00E64334">
      <w:headerReference w:type="default" r:id="rId7"/>
      <w:headerReference w:type="first" r:id="rId8"/>
      <w:pgSz w:w="11907" w:h="16840" w:code="9"/>
      <w:pgMar w:top="426" w:right="850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238" w:rsidRDefault="00F50238" w:rsidP="00EA0A34">
      <w:pPr>
        <w:spacing w:after="0" w:line="240" w:lineRule="auto"/>
      </w:pPr>
      <w:r>
        <w:separator/>
      </w:r>
    </w:p>
  </w:endnote>
  <w:endnote w:type="continuationSeparator" w:id="0">
    <w:p w:rsidR="00F50238" w:rsidRDefault="00F50238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238" w:rsidRDefault="00F50238" w:rsidP="00EA0A34">
      <w:pPr>
        <w:spacing w:after="0" w:line="240" w:lineRule="auto"/>
      </w:pPr>
      <w:r>
        <w:separator/>
      </w:r>
    </w:p>
  </w:footnote>
  <w:footnote w:type="continuationSeparator" w:id="0">
    <w:p w:rsidR="00F50238" w:rsidRDefault="00F50238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3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3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E7F56"/>
    <w:rsid w:val="000F3E0A"/>
    <w:rsid w:val="00100661"/>
    <w:rsid w:val="001015D9"/>
    <w:rsid w:val="00104275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4193D"/>
    <w:rsid w:val="00272CA6"/>
    <w:rsid w:val="0028613E"/>
    <w:rsid w:val="00295B9C"/>
    <w:rsid w:val="002A00C6"/>
    <w:rsid w:val="002A429C"/>
    <w:rsid w:val="002B5A85"/>
    <w:rsid w:val="002B63FB"/>
    <w:rsid w:val="002B7A88"/>
    <w:rsid w:val="002D3217"/>
    <w:rsid w:val="002E7B12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201C"/>
    <w:rsid w:val="003D65E1"/>
    <w:rsid w:val="003E1712"/>
    <w:rsid w:val="003F0B3C"/>
    <w:rsid w:val="004045E9"/>
    <w:rsid w:val="0041520D"/>
    <w:rsid w:val="00441CFA"/>
    <w:rsid w:val="00446E59"/>
    <w:rsid w:val="0047019D"/>
    <w:rsid w:val="004A0A4C"/>
    <w:rsid w:val="004A5AEE"/>
    <w:rsid w:val="004A6111"/>
    <w:rsid w:val="004C31B8"/>
    <w:rsid w:val="004D4F9B"/>
    <w:rsid w:val="004E4203"/>
    <w:rsid w:val="004F5859"/>
    <w:rsid w:val="00505278"/>
    <w:rsid w:val="00540E6C"/>
    <w:rsid w:val="00550E34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42490"/>
    <w:rsid w:val="00655623"/>
    <w:rsid w:val="0068172C"/>
    <w:rsid w:val="00693CE4"/>
    <w:rsid w:val="006B791A"/>
    <w:rsid w:val="006D57E9"/>
    <w:rsid w:val="006E6649"/>
    <w:rsid w:val="00712168"/>
    <w:rsid w:val="007137E5"/>
    <w:rsid w:val="00724ACC"/>
    <w:rsid w:val="007757BF"/>
    <w:rsid w:val="00787338"/>
    <w:rsid w:val="007D6A69"/>
    <w:rsid w:val="007E0304"/>
    <w:rsid w:val="008262A5"/>
    <w:rsid w:val="0083325F"/>
    <w:rsid w:val="008543CF"/>
    <w:rsid w:val="0086359E"/>
    <w:rsid w:val="00865805"/>
    <w:rsid w:val="00885345"/>
    <w:rsid w:val="008B76CF"/>
    <w:rsid w:val="008F2CC5"/>
    <w:rsid w:val="008F7A4C"/>
    <w:rsid w:val="00916E3F"/>
    <w:rsid w:val="00926A61"/>
    <w:rsid w:val="00943603"/>
    <w:rsid w:val="00954E3B"/>
    <w:rsid w:val="00955537"/>
    <w:rsid w:val="009637DA"/>
    <w:rsid w:val="009807AB"/>
    <w:rsid w:val="0098647B"/>
    <w:rsid w:val="00994E18"/>
    <w:rsid w:val="00997664"/>
    <w:rsid w:val="009A530B"/>
    <w:rsid w:val="009D1E13"/>
    <w:rsid w:val="009D2B40"/>
    <w:rsid w:val="009D6C5D"/>
    <w:rsid w:val="009E276D"/>
    <w:rsid w:val="009E2934"/>
    <w:rsid w:val="009F203A"/>
    <w:rsid w:val="00A079CB"/>
    <w:rsid w:val="00A554A9"/>
    <w:rsid w:val="00A70153"/>
    <w:rsid w:val="00A879B4"/>
    <w:rsid w:val="00A92602"/>
    <w:rsid w:val="00AC23A3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7FE1"/>
    <w:rsid w:val="00BA6EB3"/>
    <w:rsid w:val="00BB1C72"/>
    <w:rsid w:val="00BB67AE"/>
    <w:rsid w:val="00BB68AB"/>
    <w:rsid w:val="00BC22DD"/>
    <w:rsid w:val="00BC3F17"/>
    <w:rsid w:val="00BD5DEA"/>
    <w:rsid w:val="00C041E9"/>
    <w:rsid w:val="00C04F7F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92A24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42E5F"/>
    <w:rsid w:val="00E64334"/>
    <w:rsid w:val="00E8108F"/>
    <w:rsid w:val="00E83BAA"/>
    <w:rsid w:val="00E92E8A"/>
    <w:rsid w:val="00EA0A34"/>
    <w:rsid w:val="00EA1585"/>
    <w:rsid w:val="00EA57F0"/>
    <w:rsid w:val="00EB369A"/>
    <w:rsid w:val="00EB467F"/>
    <w:rsid w:val="00EF139A"/>
    <w:rsid w:val="00EF20EE"/>
    <w:rsid w:val="00F32080"/>
    <w:rsid w:val="00F50238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0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Raluca Elena Irofti</cp:lastModifiedBy>
  <cp:revision>2</cp:revision>
  <dcterms:created xsi:type="dcterms:W3CDTF">2018-09-03T10:48:00Z</dcterms:created>
  <dcterms:modified xsi:type="dcterms:W3CDTF">2018-09-03T10:48:00Z</dcterms:modified>
</cp:coreProperties>
</file>